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1DD2D" w14:textId="77777777" w:rsidR="000F13EC" w:rsidRDefault="000F13EC"/>
    <w:p w14:paraId="397EEF46" w14:textId="77777777" w:rsidR="000F13EC" w:rsidRDefault="000F13EC"/>
    <w:p w14:paraId="55AE27CC" w14:textId="77777777" w:rsidR="000F13EC" w:rsidRDefault="000F13EC"/>
    <w:p w14:paraId="315CD0D4" w14:textId="51168021" w:rsidR="000F13EC" w:rsidRDefault="007B7EAD">
      <w:r>
        <w:tab/>
      </w:r>
    </w:p>
    <w:p w14:paraId="50C42527" w14:textId="77777777" w:rsidR="000F13EC" w:rsidRDefault="000F13EC"/>
    <w:p w14:paraId="5458C1EE" w14:textId="74CEBA00" w:rsidR="000F13EC" w:rsidRDefault="001510C2" w:rsidP="008C58BA">
      <w:pPr>
        <w:widowControl w:val="0"/>
        <w:autoSpaceDE w:val="0"/>
        <w:autoSpaceDN w:val="0"/>
        <w:adjustRightInd w:val="0"/>
        <w:spacing w:line="240" w:lineRule="auto"/>
        <w:ind w:right="88"/>
        <w:jc w:val="both"/>
        <w:rPr>
          <w:rFonts w:ascii="Liberation Sans" w:hAnsi="Liberation Sans" w:cs="Liberation Sans"/>
          <w:color w:val="000000"/>
          <w:szCs w:val="20"/>
        </w:rPr>
      </w:pPr>
      <w:r w:rsidRPr="001510C2">
        <w:rPr>
          <w:rFonts w:ascii="Liberation Sans" w:hAnsi="Liberation Sans" w:cs="Liberation Sans"/>
          <w:b/>
          <w:sz w:val="32"/>
          <w:szCs w:val="32"/>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p>
    <w:p w14:paraId="0B71C71C" w14:textId="26F02E67" w:rsidR="001510C2" w:rsidRDefault="001510C2" w:rsidP="00941B52">
      <w:pPr>
        <w:tabs>
          <w:tab w:val="left" w:pos="3402"/>
          <w:tab w:val="left" w:pos="6237"/>
          <w:tab w:val="left" w:pos="7797"/>
        </w:tabs>
        <w:suppressAutoHyphens/>
        <w:spacing w:line="240" w:lineRule="auto"/>
        <w:ind w:left="3686"/>
        <w:jc w:val="center"/>
        <w:rPr>
          <w:rFonts w:ascii="Liberation Sans" w:hAnsi="Liberation Sans" w:cs="Liberation Sans"/>
          <w:szCs w:val="20"/>
        </w:rPr>
      </w:pPr>
    </w:p>
    <w:p w14:paraId="72D30BA7" w14:textId="2572E8BA" w:rsidR="00BC1CC5" w:rsidRDefault="00BC1CC5" w:rsidP="008C58BA">
      <w:pPr>
        <w:rPr>
          <w:rFonts w:ascii="Liberation Sans" w:hAnsi="Liberation Sans" w:cs="Liberation Sans"/>
          <w:szCs w:val="20"/>
        </w:rPr>
      </w:pPr>
    </w:p>
    <w:p w14:paraId="3F24C354" w14:textId="77777777" w:rsidR="00BC1CC5" w:rsidRPr="00BC1CC5" w:rsidRDefault="00BC1CC5" w:rsidP="00BC1CC5">
      <w:pPr>
        <w:rPr>
          <w:rFonts w:ascii="Liberation Sans" w:hAnsi="Liberation Sans" w:cs="Liberation Sans"/>
          <w:szCs w:val="20"/>
        </w:rPr>
      </w:pPr>
    </w:p>
    <w:p w14:paraId="006643EA" w14:textId="7D6D0F68" w:rsidR="00BC1CC5" w:rsidRP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 Je déclare sur l'honneur qu'il n'y a pas d'implication russe dans le dossier de candidature de la société (ou le groupement) que je représente dans le cadre de la consultation </w:t>
      </w:r>
      <w:r w:rsidR="00F364F8">
        <w:rPr>
          <w:rFonts w:ascii="Liberation Sans" w:hAnsi="Liberation Sans" w:cs="Liberation Sans"/>
          <w:szCs w:val="20"/>
        </w:rPr>
        <w:t>202</w:t>
      </w:r>
      <w:r w:rsidR="00670C5F">
        <w:rPr>
          <w:rFonts w:ascii="Liberation Sans" w:hAnsi="Liberation Sans" w:cs="Liberation Sans"/>
          <w:szCs w:val="20"/>
        </w:rPr>
        <w:t>4</w:t>
      </w:r>
      <w:r w:rsidR="00F364F8">
        <w:rPr>
          <w:rFonts w:ascii="Liberation Sans" w:hAnsi="Liberation Sans" w:cs="Liberation Sans"/>
          <w:szCs w:val="20"/>
        </w:rPr>
        <w:t>-DSNAEC-00</w:t>
      </w:r>
      <w:r w:rsidR="00670C5F">
        <w:rPr>
          <w:rFonts w:ascii="Liberation Sans" w:hAnsi="Liberation Sans" w:cs="Liberation Sans"/>
          <w:szCs w:val="20"/>
        </w:rPr>
        <w:t>2-RELANCE</w:t>
      </w:r>
      <w:r w:rsidR="005145D8">
        <w:rPr>
          <w:rFonts w:ascii="Liberation Sans" w:hAnsi="Liberation Sans" w:cs="Liberation Sans"/>
          <w:szCs w:val="20"/>
        </w:rPr>
        <w:t xml:space="preserve"> dont l’objet est</w:t>
      </w:r>
      <w:r w:rsidR="00F364F8">
        <w:rPr>
          <w:rFonts w:ascii="Liberation Sans" w:hAnsi="Liberation Sans" w:cs="Liberation Sans"/>
          <w:szCs w:val="20"/>
        </w:rPr>
        <w:t xml:space="preserve"> </w:t>
      </w:r>
      <w:r w:rsidR="00670C5F">
        <w:rPr>
          <w:rFonts w:ascii="Liberation Sans" w:hAnsi="Liberation Sans" w:cs="Liberation Sans"/>
          <w:szCs w:val="20"/>
        </w:rPr>
        <w:t>« Enquête Culture Sécurité pour la DSNA</w:t>
      </w:r>
      <w:r w:rsidR="00F364F8">
        <w:rPr>
          <w:rFonts w:ascii="Liberation Sans" w:hAnsi="Liberation Sans" w:cs="Liberation Sans"/>
          <w:szCs w:val="20"/>
        </w:rPr>
        <w:t> »</w:t>
      </w:r>
      <w:r w:rsidR="007863DC">
        <w:rPr>
          <w:rFonts w:ascii="Liberation Sans" w:hAnsi="Liberation Sans" w:cs="Liberation Sans"/>
          <w:szCs w:val="20"/>
        </w:rPr>
        <w:t>.</w:t>
      </w:r>
    </w:p>
    <w:p w14:paraId="6E4805AD" w14:textId="77777777" w:rsidR="00BC1CC5" w:rsidRPr="00BC1CC5" w:rsidRDefault="00BC1CC5" w:rsidP="00C30279">
      <w:pPr>
        <w:jc w:val="both"/>
        <w:rPr>
          <w:rFonts w:ascii="Liberation Sans" w:hAnsi="Liberation Sans" w:cs="Liberation Sans"/>
          <w:szCs w:val="20"/>
        </w:rPr>
      </w:pPr>
    </w:p>
    <w:p w14:paraId="5C0EBB5A" w14:textId="4FE8B81B"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En particulier, je déclare que :</w:t>
      </w:r>
    </w:p>
    <w:p w14:paraId="2DEBC6A4" w14:textId="77777777" w:rsidR="00E270AA" w:rsidRPr="00BC1CC5" w:rsidRDefault="00E270AA" w:rsidP="00C30279">
      <w:pPr>
        <w:jc w:val="both"/>
        <w:rPr>
          <w:rFonts w:ascii="Liberation Sans" w:hAnsi="Liberation Sans" w:cs="Liberation Sans"/>
          <w:szCs w:val="20"/>
        </w:rPr>
      </w:pPr>
    </w:p>
    <w:p w14:paraId="3C365D83" w14:textId="49304B75"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a) le candidat que je représente (et aucune des entreprises qui sont membres de notre groupement) n'est pas un ressortissant russe, ni une personne physique ou morale, entité ou organisme établi en Russie ;</w:t>
      </w:r>
    </w:p>
    <w:p w14:paraId="5CCBA517" w14:textId="77777777" w:rsidR="00E270AA" w:rsidRPr="00BC1CC5" w:rsidRDefault="00E270AA" w:rsidP="00C30279">
      <w:pPr>
        <w:jc w:val="both"/>
        <w:rPr>
          <w:rFonts w:ascii="Liberation Sans" w:hAnsi="Liberation Sans" w:cs="Liberation Sans"/>
          <w:szCs w:val="20"/>
        </w:rPr>
      </w:pPr>
    </w:p>
    <w:p w14:paraId="0CAE4110" w14:textId="1D851044"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270AA" w:rsidRPr="00BC1CC5">
        <w:rPr>
          <w:rFonts w:ascii="Liberation Sans" w:hAnsi="Liberation Sans" w:cs="Liberation Sans"/>
          <w:szCs w:val="20"/>
        </w:rPr>
        <w:t>déclaration ;</w:t>
      </w:r>
    </w:p>
    <w:p w14:paraId="35A12B29" w14:textId="77777777" w:rsidR="00E270AA" w:rsidRPr="00BC1CC5" w:rsidRDefault="00E270AA" w:rsidP="00C30279">
      <w:pPr>
        <w:jc w:val="both"/>
        <w:rPr>
          <w:rFonts w:ascii="Liberation Sans" w:hAnsi="Liberation Sans" w:cs="Liberation Sans"/>
          <w:szCs w:val="20"/>
        </w:rPr>
      </w:pPr>
    </w:p>
    <w:p w14:paraId="1402A775" w14:textId="36E55813"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c) ni moi ni la société que je représente (et aucune des entreprises qui sont membres de notre </w:t>
      </w:r>
      <w:r w:rsidR="001F38D2" w:rsidRPr="00BC1CC5">
        <w:rPr>
          <w:rFonts w:ascii="Liberation Sans" w:hAnsi="Liberation Sans" w:cs="Liberation Sans"/>
          <w:szCs w:val="20"/>
        </w:rPr>
        <w:t>groupement) ne</w:t>
      </w:r>
      <w:r w:rsidRPr="00BC1CC5">
        <w:rPr>
          <w:rFonts w:ascii="Liberation Sans" w:hAnsi="Liberation Sans" w:cs="Liberation Sans"/>
          <w:szCs w:val="20"/>
        </w:rPr>
        <w:t xml:space="preserve"> suis une personne physique ou morale, une entité ou organisme agissant pour le compte ou sur instruction d’une entité visée au point (a) ou (b) ci-dessus</w:t>
      </w:r>
      <w:r w:rsidR="009113DE">
        <w:rPr>
          <w:rFonts w:ascii="Liberation Sans" w:hAnsi="Liberation Sans" w:cs="Liberation Sans"/>
          <w:szCs w:val="20"/>
        </w:rPr>
        <w:t> ;</w:t>
      </w:r>
    </w:p>
    <w:p w14:paraId="1770A413" w14:textId="77777777" w:rsidR="009113DE" w:rsidRPr="00BC1CC5" w:rsidRDefault="009113DE" w:rsidP="00C30279">
      <w:pPr>
        <w:jc w:val="both"/>
        <w:rPr>
          <w:rFonts w:ascii="Liberation Sans" w:hAnsi="Liberation Sans" w:cs="Liberation Sans"/>
          <w:szCs w:val="20"/>
        </w:rPr>
      </w:pPr>
    </w:p>
    <w:p w14:paraId="4456E024" w14:textId="35ED1333" w:rsidR="00BC1CC5" w:rsidRDefault="00BC1CC5" w:rsidP="001F38D2">
      <w:pPr>
        <w:rPr>
          <w:rFonts w:ascii="Liberation Sans" w:hAnsi="Liberation Sans" w:cs="Liberation Sans"/>
          <w:szCs w:val="20"/>
        </w:rPr>
      </w:pPr>
      <w:r w:rsidRPr="00BC1CC5">
        <w:rPr>
          <w:rFonts w:ascii="Liberation Sans" w:hAnsi="Liberation Sans" w:cs="Liberation Sans"/>
          <w:szCs w:val="20"/>
        </w:rPr>
        <w:t xml:space="preserve">d) il n'y a pas de participation de plus de 10 % de la valeur du marché au bénéfice de sous-traitants, de fournisseurs ou d'entités aux capacités desquels il est recouru par le candidat que je représente (et aucune des entreprises qui sont membres de notre </w:t>
      </w:r>
      <w:r w:rsidR="001F38D2" w:rsidRPr="00BC1CC5">
        <w:rPr>
          <w:rFonts w:ascii="Liberation Sans" w:hAnsi="Liberation Sans" w:cs="Liberation Sans"/>
          <w:szCs w:val="20"/>
        </w:rPr>
        <w:t>groupement) énumérés</w:t>
      </w:r>
      <w:r w:rsidRPr="00BC1CC5">
        <w:rPr>
          <w:rFonts w:ascii="Liberation Sans" w:hAnsi="Liberation Sans" w:cs="Liberation Sans"/>
          <w:szCs w:val="20"/>
        </w:rPr>
        <w:t xml:space="preserve"> aux points a) à c). »</w:t>
      </w:r>
    </w:p>
    <w:p w14:paraId="126685DD" w14:textId="022A30A0" w:rsidR="00BC1CC5" w:rsidRDefault="00BC1CC5" w:rsidP="008C58BA">
      <w:pPr>
        <w:rPr>
          <w:rFonts w:ascii="Liberation Sans" w:hAnsi="Liberation Sans" w:cs="Liberation Sans"/>
          <w:szCs w:val="20"/>
        </w:rPr>
      </w:pPr>
    </w:p>
    <w:p w14:paraId="27982C97" w14:textId="13F354C2" w:rsidR="00BC1CC5" w:rsidRDefault="00BC1CC5" w:rsidP="008C58BA">
      <w:pPr>
        <w:rPr>
          <w:rFonts w:ascii="Liberation Sans" w:hAnsi="Liberation Sans" w:cs="Liberation Sans"/>
          <w:szCs w:val="20"/>
        </w:rPr>
      </w:pPr>
    </w:p>
    <w:p w14:paraId="79074DEC" w14:textId="24E1D30F" w:rsidR="00BC1CC5" w:rsidRDefault="00BC1CC5" w:rsidP="008C58BA">
      <w:pPr>
        <w:rPr>
          <w:rFonts w:ascii="Liberation Sans" w:hAnsi="Liberation Sans" w:cs="Liberation Sans"/>
          <w:szCs w:val="20"/>
        </w:rPr>
      </w:pPr>
    </w:p>
    <w:p w14:paraId="066ABC3F" w14:textId="1BAE7DB3" w:rsidR="001F38D2" w:rsidRDefault="001F38D2" w:rsidP="008C58BA">
      <w:pPr>
        <w:rPr>
          <w:rFonts w:ascii="Liberation Sans" w:hAnsi="Liberation Sans" w:cs="Liberation Sans"/>
          <w:szCs w:val="20"/>
        </w:rPr>
      </w:pPr>
      <w:r>
        <w:rPr>
          <w:rFonts w:ascii="Liberation Sans" w:hAnsi="Liberation Sans" w:cs="Liberation Sans"/>
          <w:szCs w:val="20"/>
        </w:rPr>
        <w:t>Nom et coordonnées du candidat</w:t>
      </w:r>
    </w:p>
    <w:p w14:paraId="03C6ADBC" w14:textId="77777777" w:rsidR="00BC1CC5" w:rsidRPr="00D10F43" w:rsidRDefault="00BC1CC5" w:rsidP="008C58BA">
      <w:pPr>
        <w:rPr>
          <w:rFonts w:ascii="Liberation Sans" w:hAnsi="Liberation Sans" w:cs="Liberation Sans"/>
          <w:szCs w:val="20"/>
        </w:rPr>
      </w:pPr>
    </w:p>
    <w:p w14:paraId="0F80498C" w14:textId="479228EC"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D38ADE4" w14:textId="77777777"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70170AE" w14:textId="77777777" w:rsidR="000F13EC" w:rsidRPr="00941B52" w:rsidRDefault="000F13EC" w:rsidP="00941B52">
      <w:pPr>
        <w:suppressAutoHyphens/>
        <w:spacing w:line="240" w:lineRule="auto"/>
        <w:ind w:left="3686"/>
        <w:jc w:val="center"/>
        <w:rPr>
          <w:rFonts w:ascii="Liberation Sans" w:hAnsi="Liberation Sans" w:cs="Liberation Sans"/>
          <w:szCs w:val="20"/>
          <w:lang w:eastAsia="zh-CN"/>
        </w:rPr>
      </w:pPr>
    </w:p>
    <w:p w14:paraId="29554644"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0845F56"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42875C7E"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39CC86C2" w14:textId="4DD71F44" w:rsidR="001F38D2" w:rsidRDefault="001F38D2" w:rsidP="007B7EAD">
      <w:pPr>
        <w:pStyle w:val="m-BlocDate"/>
        <w:ind w:left="2832" w:firstLine="708"/>
      </w:pPr>
      <w:r>
        <w:t xml:space="preserve">Fait à              </w:t>
      </w:r>
      <w:proofErr w:type="gramStart"/>
      <w:r>
        <w:t xml:space="preserve"> </w:t>
      </w:r>
      <w:r w:rsidR="009113DE">
        <w:t xml:space="preserve"> ,</w:t>
      </w:r>
      <w:proofErr w:type="gramEnd"/>
      <w:r>
        <w:t xml:space="preserve">  le </w:t>
      </w:r>
      <w:r w:rsidR="00002328">
        <w:t>xxx</w:t>
      </w:r>
    </w:p>
    <w:p w14:paraId="7941D37B"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5AED7101"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2B660CE" w14:textId="060989F5" w:rsidR="000F13EC" w:rsidRPr="003F2A14" w:rsidRDefault="000F13EC" w:rsidP="007B7EAD">
      <w:pPr>
        <w:ind w:left="1416" w:firstLine="708"/>
        <w:rPr>
          <w:rFonts w:ascii="Liberation Sans" w:hAnsi="Liberation Sans" w:cs="Liberation Sans"/>
        </w:rPr>
      </w:pPr>
      <w:r w:rsidRPr="00941B52">
        <w:rPr>
          <w:rFonts w:ascii="Liberation Sans" w:hAnsi="Liberation Sans" w:cs="Liberation Sans"/>
          <w:szCs w:val="20"/>
          <w:lang w:eastAsia="zh-CN"/>
        </w:rPr>
        <w:t>Signature</w:t>
      </w:r>
      <w:r w:rsidR="00C30279">
        <w:rPr>
          <w:rFonts w:ascii="Liberation Sans" w:hAnsi="Liberation Sans" w:cs="Liberation Sans"/>
          <w:szCs w:val="20"/>
          <w:lang w:eastAsia="zh-CN"/>
        </w:rPr>
        <w:t xml:space="preserve"> de la </w:t>
      </w:r>
      <w:r w:rsidR="00C30279" w:rsidRPr="00C30279">
        <w:rPr>
          <w:rFonts w:ascii="Liberation Sans" w:hAnsi="Liberation Sans" w:cs="Liberation Sans"/>
          <w:szCs w:val="20"/>
          <w:lang w:eastAsia="zh-CN"/>
        </w:rPr>
        <w:t>personne habilité</w:t>
      </w:r>
      <w:r w:rsidR="00C30279">
        <w:rPr>
          <w:rFonts w:ascii="Liberation Sans" w:hAnsi="Liberation Sans" w:cs="Liberation Sans"/>
          <w:szCs w:val="20"/>
          <w:lang w:eastAsia="zh-CN"/>
        </w:rPr>
        <w:t>e</w:t>
      </w:r>
      <w:r w:rsidR="00C30279" w:rsidRPr="00C30279">
        <w:rPr>
          <w:rFonts w:ascii="Liberation Sans" w:hAnsi="Liberation Sans" w:cs="Liberation Sans"/>
          <w:szCs w:val="20"/>
          <w:lang w:eastAsia="zh-CN"/>
        </w:rPr>
        <w:t xml:space="preserve"> à engager la sociét</w:t>
      </w:r>
      <w:r w:rsidR="007B7EAD">
        <w:rPr>
          <w:rFonts w:ascii="Liberation Sans" w:hAnsi="Liberation Sans" w:cs="Liberation Sans"/>
          <w:szCs w:val="20"/>
          <w:lang w:eastAsia="zh-CN"/>
        </w:rPr>
        <w:t>é</w:t>
      </w:r>
    </w:p>
    <w:sectPr w:rsidR="000F13EC" w:rsidRPr="003F2A14" w:rsidSect="00A93C6C">
      <w:headerReference w:type="default" r:id="rId7"/>
      <w:footerReference w:type="even" r:id="rId8"/>
      <w:footerReference w:type="default" r:id="rId9"/>
      <w:type w:val="continuous"/>
      <w:pgSz w:w="11906" w:h="16838" w:code="9"/>
      <w:pgMar w:top="1418" w:right="991" w:bottom="1418" w:left="25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C8DD4" w14:textId="77777777" w:rsidR="00654BCE" w:rsidRDefault="00654BCE">
      <w:r>
        <w:separator/>
      </w:r>
    </w:p>
  </w:endnote>
  <w:endnote w:type="continuationSeparator" w:id="0">
    <w:p w14:paraId="7CD94F3E" w14:textId="77777777" w:rsidR="00654BCE" w:rsidRDefault="00654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ans">
    <w:altName w:val="Arial"/>
    <w:panose1 w:val="020B0604020202020204"/>
    <w:charset w:val="00"/>
    <w:family w:val="swiss"/>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DBEC3" w14:textId="77777777" w:rsidR="008C58BA" w:rsidRDefault="008C58BA">
    <w:pPr>
      <w:pStyle w:val="Pieddepage"/>
    </w:pPr>
    <w:r>
      <w:rPr>
        <w:noProof/>
      </w:rPr>
      <mc:AlternateContent>
        <mc:Choice Requires="wps">
          <w:drawing>
            <wp:anchor distT="0" distB="180340" distL="0" distR="0" simplePos="0" relativeHeight="251665408" behindDoc="1" locked="0" layoutInCell="1" allowOverlap="1" wp14:anchorId="503766CA" wp14:editId="786F2221">
              <wp:simplePos x="0" y="0"/>
              <wp:positionH relativeFrom="page">
                <wp:posOffset>2334260</wp:posOffset>
              </wp:positionH>
              <wp:positionV relativeFrom="page">
                <wp:posOffset>10047605</wp:posOffset>
              </wp:positionV>
              <wp:extent cx="4810760" cy="380132"/>
              <wp:effectExtent l="0" t="0" r="8890" b="127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38013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766CA" id="_x0000_t202" coordsize="21600,21600" o:spt="202" path="m,l,21600r21600,l21600,xe">
              <v:stroke joinstyle="miter"/>
              <v:path gradientshapeok="t" o:connecttype="rect"/>
            </v:shapetype>
            <v:shape id="Text Box 14" o:spid="_x0000_s1026" type="#_x0000_t202" style="position:absolute;margin-left:183.8pt;margin-top:791.15pt;width:378.8pt;height:29.95pt;z-index:-25165107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" stroked="f">
              <v:fill opacity="32896f"/>
              <v:textbox inset="0,0,0,0">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FD06" w14:textId="6993BC3D" w:rsidR="006E6047" w:rsidRPr="00002328" w:rsidRDefault="00002328">
    <w:pPr>
      <w:pStyle w:val="Pieddepage"/>
      <w:jc w:val="center"/>
      <w:rPr>
        <w:caps/>
        <w:color w:val="4F81BD" w:themeColor="accent1"/>
        <w:szCs w:val="20"/>
      </w:rPr>
    </w:pPr>
    <w:r>
      <w:rPr>
        <w:caps/>
        <w:color w:val="4F81BD" w:themeColor="accent1"/>
        <w:sz w:val="16"/>
        <w:szCs w:val="16"/>
      </w:rPr>
      <w:tab/>
    </w:r>
    <w:r>
      <w:rPr>
        <w:caps/>
        <w:color w:val="4F81BD" w:themeColor="accent1"/>
        <w:sz w:val="16"/>
        <w:szCs w:val="16"/>
      </w:rPr>
      <w:tab/>
    </w:r>
  </w:p>
  <w:p w14:paraId="5C2BDD32" w14:textId="1063FE28" w:rsidR="008D27BA" w:rsidRDefault="008D27BA" w:rsidP="006E6047">
    <w:pPr>
      <w:pStyle w:val="Pieddepage"/>
      <w:tabs>
        <w:tab w:val="clear" w:pos="4536"/>
        <w:tab w:val="clear" w:pos="9072"/>
        <w:tab w:val="left" w:pos="77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E448D" w14:textId="77777777" w:rsidR="00654BCE" w:rsidRDefault="00654BCE">
      <w:r>
        <w:separator/>
      </w:r>
    </w:p>
  </w:footnote>
  <w:footnote w:type="continuationSeparator" w:id="0">
    <w:p w14:paraId="68559BDE" w14:textId="77777777" w:rsidR="00654BCE" w:rsidRDefault="00654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0E10A" w14:textId="50D745F9" w:rsidR="008D27BA" w:rsidRDefault="008D27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E120AC3"/>
    <w:multiLevelType w:val="hybridMultilevel"/>
    <w:tmpl w:val="EA7C454A"/>
    <w:lvl w:ilvl="0" w:tplc="93C69282">
      <w:start w:val="12"/>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16957BEB"/>
    <w:multiLevelType w:val="hybridMultilevel"/>
    <w:tmpl w:val="97BCAD40"/>
    <w:lvl w:ilvl="0" w:tplc="040C0011">
      <w:start w:val="1"/>
      <w:numFmt w:val="decimal"/>
      <w:lvlText w:val="%1)"/>
      <w:lvlJc w:val="left"/>
      <w:pPr>
        <w:tabs>
          <w:tab w:val="num" w:pos="759"/>
        </w:tabs>
        <w:ind w:left="759" w:hanging="360"/>
      </w:pPr>
    </w:lvl>
    <w:lvl w:ilvl="1" w:tplc="040C0019">
      <w:start w:val="1"/>
      <w:numFmt w:val="lowerLetter"/>
      <w:lvlText w:val="%2."/>
      <w:lvlJc w:val="left"/>
      <w:pPr>
        <w:tabs>
          <w:tab w:val="num" w:pos="1479"/>
        </w:tabs>
        <w:ind w:left="1479" w:hanging="360"/>
      </w:pPr>
    </w:lvl>
    <w:lvl w:ilvl="2" w:tplc="040C001B" w:tentative="1">
      <w:start w:val="1"/>
      <w:numFmt w:val="lowerRoman"/>
      <w:lvlText w:val="%3."/>
      <w:lvlJc w:val="right"/>
      <w:pPr>
        <w:tabs>
          <w:tab w:val="num" w:pos="2199"/>
        </w:tabs>
        <w:ind w:left="2199" w:hanging="180"/>
      </w:pPr>
    </w:lvl>
    <w:lvl w:ilvl="3" w:tplc="040C000F" w:tentative="1">
      <w:start w:val="1"/>
      <w:numFmt w:val="decimal"/>
      <w:lvlText w:val="%4."/>
      <w:lvlJc w:val="left"/>
      <w:pPr>
        <w:tabs>
          <w:tab w:val="num" w:pos="2919"/>
        </w:tabs>
        <w:ind w:left="2919" w:hanging="360"/>
      </w:pPr>
    </w:lvl>
    <w:lvl w:ilvl="4" w:tplc="040C0019" w:tentative="1">
      <w:start w:val="1"/>
      <w:numFmt w:val="lowerLetter"/>
      <w:lvlText w:val="%5."/>
      <w:lvlJc w:val="left"/>
      <w:pPr>
        <w:tabs>
          <w:tab w:val="num" w:pos="3639"/>
        </w:tabs>
        <w:ind w:left="3639" w:hanging="360"/>
      </w:pPr>
    </w:lvl>
    <w:lvl w:ilvl="5" w:tplc="040C001B" w:tentative="1">
      <w:start w:val="1"/>
      <w:numFmt w:val="lowerRoman"/>
      <w:lvlText w:val="%6."/>
      <w:lvlJc w:val="right"/>
      <w:pPr>
        <w:tabs>
          <w:tab w:val="num" w:pos="4359"/>
        </w:tabs>
        <w:ind w:left="4359" w:hanging="180"/>
      </w:pPr>
    </w:lvl>
    <w:lvl w:ilvl="6" w:tplc="040C000F" w:tentative="1">
      <w:start w:val="1"/>
      <w:numFmt w:val="decimal"/>
      <w:lvlText w:val="%7."/>
      <w:lvlJc w:val="left"/>
      <w:pPr>
        <w:tabs>
          <w:tab w:val="num" w:pos="5079"/>
        </w:tabs>
        <w:ind w:left="5079" w:hanging="360"/>
      </w:pPr>
    </w:lvl>
    <w:lvl w:ilvl="7" w:tplc="040C0019" w:tentative="1">
      <w:start w:val="1"/>
      <w:numFmt w:val="lowerLetter"/>
      <w:lvlText w:val="%8."/>
      <w:lvlJc w:val="left"/>
      <w:pPr>
        <w:tabs>
          <w:tab w:val="num" w:pos="5799"/>
        </w:tabs>
        <w:ind w:left="5799" w:hanging="360"/>
      </w:pPr>
    </w:lvl>
    <w:lvl w:ilvl="8" w:tplc="040C001B" w:tentative="1">
      <w:start w:val="1"/>
      <w:numFmt w:val="lowerRoman"/>
      <w:lvlText w:val="%9."/>
      <w:lvlJc w:val="right"/>
      <w:pPr>
        <w:tabs>
          <w:tab w:val="num" w:pos="6519"/>
        </w:tabs>
        <w:ind w:left="6519" w:hanging="180"/>
      </w:pPr>
    </w:lvl>
  </w:abstractNum>
  <w:abstractNum w:abstractNumId="2" w15:restartNumberingAfterBreak="1">
    <w:nsid w:val="2E553282"/>
    <w:multiLevelType w:val="hybridMultilevel"/>
    <w:tmpl w:val="527CCE8E"/>
    <w:lvl w:ilvl="0" w:tplc="ECDC5D6C">
      <w:start w:val="9"/>
      <w:numFmt w:val="bullet"/>
      <w:lvlText w:val="-"/>
      <w:lvlJc w:val="left"/>
      <w:pPr>
        <w:ind w:left="720" w:hanging="360"/>
      </w:pPr>
      <w:rPr>
        <w:rFonts w:ascii="Liberation Sans" w:eastAsia="Times New Roman" w:hAnsi="Liberation Sans" w:cs="Liberation San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1">
    <w:nsid w:val="3C4858FB"/>
    <w:multiLevelType w:val="hybridMultilevel"/>
    <w:tmpl w:val="681A158A"/>
    <w:lvl w:ilvl="0" w:tplc="CA3048E2">
      <w:start w:val="5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43EC03FF"/>
    <w:multiLevelType w:val="hybridMultilevel"/>
    <w:tmpl w:val="447CC9FC"/>
    <w:lvl w:ilvl="0" w:tplc="23365B04">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474A15C5"/>
    <w:multiLevelType w:val="hybridMultilevel"/>
    <w:tmpl w:val="D578FD46"/>
    <w:lvl w:ilvl="0" w:tplc="BBBCD292">
      <w:start w:val="21"/>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7CB328E1"/>
    <w:multiLevelType w:val="hybridMultilevel"/>
    <w:tmpl w:val="167C11EC"/>
    <w:lvl w:ilvl="0" w:tplc="7E4A7F82">
      <w:start w:val="9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73542076">
    <w:abstractNumId w:val="0"/>
  </w:num>
  <w:num w:numId="2" w16cid:durableId="1095831412">
    <w:abstractNumId w:val="5"/>
  </w:num>
  <w:num w:numId="3" w16cid:durableId="919871564">
    <w:abstractNumId w:val="3"/>
  </w:num>
  <w:num w:numId="4" w16cid:durableId="1789933129">
    <w:abstractNumId w:val="6"/>
  </w:num>
  <w:num w:numId="5" w16cid:durableId="778334313">
    <w:abstractNumId w:val="1"/>
  </w:num>
  <w:num w:numId="6" w16cid:durableId="452335435">
    <w:abstractNumId w:val="2"/>
  </w:num>
  <w:num w:numId="7" w16cid:durableId="12320847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C8"/>
    <w:rsid w:val="00002328"/>
    <w:rsid w:val="00014A93"/>
    <w:rsid w:val="0001623D"/>
    <w:rsid w:val="00020BB2"/>
    <w:rsid w:val="00027D17"/>
    <w:rsid w:val="00050D45"/>
    <w:rsid w:val="00051E8F"/>
    <w:rsid w:val="000524B1"/>
    <w:rsid w:val="00053773"/>
    <w:rsid w:val="00067B46"/>
    <w:rsid w:val="00073B03"/>
    <w:rsid w:val="0007612E"/>
    <w:rsid w:val="00085EF2"/>
    <w:rsid w:val="00091BC8"/>
    <w:rsid w:val="00094849"/>
    <w:rsid w:val="000A1B2F"/>
    <w:rsid w:val="000A6939"/>
    <w:rsid w:val="000C766B"/>
    <w:rsid w:val="000E62D5"/>
    <w:rsid w:val="000F03A9"/>
    <w:rsid w:val="000F13EC"/>
    <w:rsid w:val="0010182C"/>
    <w:rsid w:val="00116489"/>
    <w:rsid w:val="001258AC"/>
    <w:rsid w:val="00134B8C"/>
    <w:rsid w:val="001500D7"/>
    <w:rsid w:val="001510C2"/>
    <w:rsid w:val="00154F0F"/>
    <w:rsid w:val="001676DE"/>
    <w:rsid w:val="001721E1"/>
    <w:rsid w:val="0017537B"/>
    <w:rsid w:val="00176A39"/>
    <w:rsid w:val="00177D47"/>
    <w:rsid w:val="00190447"/>
    <w:rsid w:val="0019239B"/>
    <w:rsid w:val="001944C6"/>
    <w:rsid w:val="001A117C"/>
    <w:rsid w:val="001B4AE0"/>
    <w:rsid w:val="001C0D6D"/>
    <w:rsid w:val="001C1140"/>
    <w:rsid w:val="001C2EEE"/>
    <w:rsid w:val="001C76B3"/>
    <w:rsid w:val="001D1CA5"/>
    <w:rsid w:val="001D3A1B"/>
    <w:rsid w:val="001D5463"/>
    <w:rsid w:val="001E3933"/>
    <w:rsid w:val="001F0514"/>
    <w:rsid w:val="001F0BC4"/>
    <w:rsid w:val="001F38D2"/>
    <w:rsid w:val="0021232F"/>
    <w:rsid w:val="0021768F"/>
    <w:rsid w:val="002261BE"/>
    <w:rsid w:val="0022661A"/>
    <w:rsid w:val="00232AB1"/>
    <w:rsid w:val="0023534A"/>
    <w:rsid w:val="00237F85"/>
    <w:rsid w:val="00250251"/>
    <w:rsid w:val="0026687F"/>
    <w:rsid w:val="002719FA"/>
    <w:rsid w:val="002727EA"/>
    <w:rsid w:val="00285454"/>
    <w:rsid w:val="0028637C"/>
    <w:rsid w:val="002937F1"/>
    <w:rsid w:val="002A7D2A"/>
    <w:rsid w:val="002B0C77"/>
    <w:rsid w:val="002B7065"/>
    <w:rsid w:val="002D3B60"/>
    <w:rsid w:val="002E2161"/>
    <w:rsid w:val="002F237D"/>
    <w:rsid w:val="002F5FC0"/>
    <w:rsid w:val="002F6849"/>
    <w:rsid w:val="00306B51"/>
    <w:rsid w:val="00307441"/>
    <w:rsid w:val="0034327D"/>
    <w:rsid w:val="00343B7C"/>
    <w:rsid w:val="00346AE2"/>
    <w:rsid w:val="0035593C"/>
    <w:rsid w:val="00370299"/>
    <w:rsid w:val="00370B9E"/>
    <w:rsid w:val="00373C5A"/>
    <w:rsid w:val="0037631D"/>
    <w:rsid w:val="003A2729"/>
    <w:rsid w:val="003B2EEC"/>
    <w:rsid w:val="003D4FA9"/>
    <w:rsid w:val="003F23F7"/>
    <w:rsid w:val="003F2A14"/>
    <w:rsid w:val="004101C2"/>
    <w:rsid w:val="004163CB"/>
    <w:rsid w:val="0042051A"/>
    <w:rsid w:val="0042280B"/>
    <w:rsid w:val="00424A34"/>
    <w:rsid w:val="00426EEF"/>
    <w:rsid w:val="004306DC"/>
    <w:rsid w:val="00433FC9"/>
    <w:rsid w:val="004370BE"/>
    <w:rsid w:val="00451E39"/>
    <w:rsid w:val="00451E3A"/>
    <w:rsid w:val="00456986"/>
    <w:rsid w:val="00456E16"/>
    <w:rsid w:val="0048638E"/>
    <w:rsid w:val="004A0C2E"/>
    <w:rsid w:val="004A1FC7"/>
    <w:rsid w:val="004D1082"/>
    <w:rsid w:val="004E476F"/>
    <w:rsid w:val="004F0BCC"/>
    <w:rsid w:val="00501DE4"/>
    <w:rsid w:val="005075CD"/>
    <w:rsid w:val="005145D8"/>
    <w:rsid w:val="00520CC2"/>
    <w:rsid w:val="00522FE7"/>
    <w:rsid w:val="00545AE2"/>
    <w:rsid w:val="00547460"/>
    <w:rsid w:val="0055558F"/>
    <w:rsid w:val="0055616A"/>
    <w:rsid w:val="005710F6"/>
    <w:rsid w:val="00574A3D"/>
    <w:rsid w:val="00587D33"/>
    <w:rsid w:val="0059149D"/>
    <w:rsid w:val="00596FE8"/>
    <w:rsid w:val="005A2D86"/>
    <w:rsid w:val="005A2F04"/>
    <w:rsid w:val="005A616C"/>
    <w:rsid w:val="005B674E"/>
    <w:rsid w:val="005C2E03"/>
    <w:rsid w:val="005E6E0A"/>
    <w:rsid w:val="005F6389"/>
    <w:rsid w:val="00603CAF"/>
    <w:rsid w:val="006067AB"/>
    <w:rsid w:val="006100BD"/>
    <w:rsid w:val="00610CC7"/>
    <w:rsid w:val="006162C4"/>
    <w:rsid w:val="00624DD3"/>
    <w:rsid w:val="006361CD"/>
    <w:rsid w:val="00654BCE"/>
    <w:rsid w:val="006569A5"/>
    <w:rsid w:val="00662E88"/>
    <w:rsid w:val="00664AF2"/>
    <w:rsid w:val="006650AD"/>
    <w:rsid w:val="00670C5F"/>
    <w:rsid w:val="0067117E"/>
    <w:rsid w:val="00671F96"/>
    <w:rsid w:val="00674453"/>
    <w:rsid w:val="00676F7A"/>
    <w:rsid w:val="00687D3B"/>
    <w:rsid w:val="006A25C5"/>
    <w:rsid w:val="006A5386"/>
    <w:rsid w:val="006B48E2"/>
    <w:rsid w:val="006C295D"/>
    <w:rsid w:val="006C2B49"/>
    <w:rsid w:val="006C692A"/>
    <w:rsid w:val="006D1259"/>
    <w:rsid w:val="006D18C3"/>
    <w:rsid w:val="006D7FFE"/>
    <w:rsid w:val="006E6047"/>
    <w:rsid w:val="006F7EA7"/>
    <w:rsid w:val="00702D5A"/>
    <w:rsid w:val="00714158"/>
    <w:rsid w:val="007207BE"/>
    <w:rsid w:val="007215CA"/>
    <w:rsid w:val="00723A04"/>
    <w:rsid w:val="00724D09"/>
    <w:rsid w:val="00732E6F"/>
    <w:rsid w:val="00750BDB"/>
    <w:rsid w:val="00750DEE"/>
    <w:rsid w:val="00757C0E"/>
    <w:rsid w:val="00757D51"/>
    <w:rsid w:val="00765641"/>
    <w:rsid w:val="00772CA6"/>
    <w:rsid w:val="0078073A"/>
    <w:rsid w:val="007863DC"/>
    <w:rsid w:val="007A11FE"/>
    <w:rsid w:val="007A4A32"/>
    <w:rsid w:val="007B7EAD"/>
    <w:rsid w:val="007C3292"/>
    <w:rsid w:val="007C3FF6"/>
    <w:rsid w:val="007D4E55"/>
    <w:rsid w:val="007E50D7"/>
    <w:rsid w:val="007E67E7"/>
    <w:rsid w:val="007F1B81"/>
    <w:rsid w:val="00800C34"/>
    <w:rsid w:val="00805577"/>
    <w:rsid w:val="00811019"/>
    <w:rsid w:val="00816DEA"/>
    <w:rsid w:val="008262A1"/>
    <w:rsid w:val="0084002C"/>
    <w:rsid w:val="0085018A"/>
    <w:rsid w:val="00855AF3"/>
    <w:rsid w:val="00864314"/>
    <w:rsid w:val="0087447B"/>
    <w:rsid w:val="00874568"/>
    <w:rsid w:val="008826F4"/>
    <w:rsid w:val="008832E5"/>
    <w:rsid w:val="008834E4"/>
    <w:rsid w:val="0089210B"/>
    <w:rsid w:val="008B14DE"/>
    <w:rsid w:val="008B1CCE"/>
    <w:rsid w:val="008B60D7"/>
    <w:rsid w:val="008B7FF8"/>
    <w:rsid w:val="008C2C5C"/>
    <w:rsid w:val="008C58BA"/>
    <w:rsid w:val="008D27BA"/>
    <w:rsid w:val="008E1434"/>
    <w:rsid w:val="008E2B2B"/>
    <w:rsid w:val="008E7BE0"/>
    <w:rsid w:val="008F4214"/>
    <w:rsid w:val="008F4D5B"/>
    <w:rsid w:val="008F7974"/>
    <w:rsid w:val="00903B73"/>
    <w:rsid w:val="00907280"/>
    <w:rsid w:val="009075EF"/>
    <w:rsid w:val="0090777C"/>
    <w:rsid w:val="009113DE"/>
    <w:rsid w:val="00911695"/>
    <w:rsid w:val="00924A62"/>
    <w:rsid w:val="00935A4D"/>
    <w:rsid w:val="00941B52"/>
    <w:rsid w:val="00944436"/>
    <w:rsid w:val="00952210"/>
    <w:rsid w:val="00952380"/>
    <w:rsid w:val="0095299A"/>
    <w:rsid w:val="00956F90"/>
    <w:rsid w:val="0097284E"/>
    <w:rsid w:val="009732CC"/>
    <w:rsid w:val="009748AB"/>
    <w:rsid w:val="00975A04"/>
    <w:rsid w:val="0098707C"/>
    <w:rsid w:val="00995273"/>
    <w:rsid w:val="009B688E"/>
    <w:rsid w:val="009C2B43"/>
    <w:rsid w:val="009C33EE"/>
    <w:rsid w:val="009D200C"/>
    <w:rsid w:val="009D3C42"/>
    <w:rsid w:val="009D5830"/>
    <w:rsid w:val="009E7DE8"/>
    <w:rsid w:val="009F41F9"/>
    <w:rsid w:val="00A1021D"/>
    <w:rsid w:val="00A112DE"/>
    <w:rsid w:val="00A14791"/>
    <w:rsid w:val="00A263E2"/>
    <w:rsid w:val="00A36B89"/>
    <w:rsid w:val="00A507FA"/>
    <w:rsid w:val="00A546C6"/>
    <w:rsid w:val="00A80141"/>
    <w:rsid w:val="00A81A20"/>
    <w:rsid w:val="00A82FC7"/>
    <w:rsid w:val="00A91208"/>
    <w:rsid w:val="00A93C6C"/>
    <w:rsid w:val="00A95399"/>
    <w:rsid w:val="00AA096C"/>
    <w:rsid w:val="00AA0BB6"/>
    <w:rsid w:val="00AA220C"/>
    <w:rsid w:val="00AB41C0"/>
    <w:rsid w:val="00AC1396"/>
    <w:rsid w:val="00AD1E96"/>
    <w:rsid w:val="00B024D9"/>
    <w:rsid w:val="00B02A1D"/>
    <w:rsid w:val="00B05BBF"/>
    <w:rsid w:val="00B05DBE"/>
    <w:rsid w:val="00B06134"/>
    <w:rsid w:val="00B06AA9"/>
    <w:rsid w:val="00B172C2"/>
    <w:rsid w:val="00B20A78"/>
    <w:rsid w:val="00B27447"/>
    <w:rsid w:val="00B305B8"/>
    <w:rsid w:val="00B31C1B"/>
    <w:rsid w:val="00B32F24"/>
    <w:rsid w:val="00B42789"/>
    <w:rsid w:val="00B51861"/>
    <w:rsid w:val="00B56D8B"/>
    <w:rsid w:val="00B632DF"/>
    <w:rsid w:val="00B6795E"/>
    <w:rsid w:val="00B74F68"/>
    <w:rsid w:val="00B806ED"/>
    <w:rsid w:val="00B8092A"/>
    <w:rsid w:val="00B814B2"/>
    <w:rsid w:val="00B82D90"/>
    <w:rsid w:val="00B87338"/>
    <w:rsid w:val="00BA7BF4"/>
    <w:rsid w:val="00BB5FBC"/>
    <w:rsid w:val="00BC1CC5"/>
    <w:rsid w:val="00BC62FB"/>
    <w:rsid w:val="00BC63B4"/>
    <w:rsid w:val="00BD3B00"/>
    <w:rsid w:val="00BE706A"/>
    <w:rsid w:val="00BF199D"/>
    <w:rsid w:val="00BF50BB"/>
    <w:rsid w:val="00C00F4B"/>
    <w:rsid w:val="00C220C0"/>
    <w:rsid w:val="00C229E1"/>
    <w:rsid w:val="00C24479"/>
    <w:rsid w:val="00C30279"/>
    <w:rsid w:val="00C3377C"/>
    <w:rsid w:val="00C350F6"/>
    <w:rsid w:val="00C37058"/>
    <w:rsid w:val="00C42852"/>
    <w:rsid w:val="00C502CF"/>
    <w:rsid w:val="00C55AAE"/>
    <w:rsid w:val="00C61322"/>
    <w:rsid w:val="00C62828"/>
    <w:rsid w:val="00C667A4"/>
    <w:rsid w:val="00C805C2"/>
    <w:rsid w:val="00C8685A"/>
    <w:rsid w:val="00C95556"/>
    <w:rsid w:val="00C962CE"/>
    <w:rsid w:val="00CA04FC"/>
    <w:rsid w:val="00CA22E4"/>
    <w:rsid w:val="00CA27CE"/>
    <w:rsid w:val="00CB4823"/>
    <w:rsid w:val="00CD13FE"/>
    <w:rsid w:val="00CD151A"/>
    <w:rsid w:val="00CD7837"/>
    <w:rsid w:val="00CE71AE"/>
    <w:rsid w:val="00CF5DEE"/>
    <w:rsid w:val="00D121E6"/>
    <w:rsid w:val="00D129D1"/>
    <w:rsid w:val="00D15D17"/>
    <w:rsid w:val="00D4060A"/>
    <w:rsid w:val="00D438A4"/>
    <w:rsid w:val="00D52F2C"/>
    <w:rsid w:val="00D549C7"/>
    <w:rsid w:val="00D61EDE"/>
    <w:rsid w:val="00D73A4A"/>
    <w:rsid w:val="00D8702A"/>
    <w:rsid w:val="00D97C09"/>
    <w:rsid w:val="00DC20C8"/>
    <w:rsid w:val="00DC70BE"/>
    <w:rsid w:val="00DC774D"/>
    <w:rsid w:val="00DD06EA"/>
    <w:rsid w:val="00DD7B2F"/>
    <w:rsid w:val="00DE0F6B"/>
    <w:rsid w:val="00DE1529"/>
    <w:rsid w:val="00DF5CCA"/>
    <w:rsid w:val="00E01960"/>
    <w:rsid w:val="00E025A6"/>
    <w:rsid w:val="00E11F03"/>
    <w:rsid w:val="00E22BC9"/>
    <w:rsid w:val="00E270AA"/>
    <w:rsid w:val="00E27ACD"/>
    <w:rsid w:val="00E30523"/>
    <w:rsid w:val="00E42C86"/>
    <w:rsid w:val="00E55093"/>
    <w:rsid w:val="00E551BB"/>
    <w:rsid w:val="00E5681C"/>
    <w:rsid w:val="00E576F0"/>
    <w:rsid w:val="00E60BC2"/>
    <w:rsid w:val="00E702C7"/>
    <w:rsid w:val="00E814AA"/>
    <w:rsid w:val="00E95256"/>
    <w:rsid w:val="00EA3D04"/>
    <w:rsid w:val="00EA5590"/>
    <w:rsid w:val="00EB67A5"/>
    <w:rsid w:val="00EC65AF"/>
    <w:rsid w:val="00EC6F86"/>
    <w:rsid w:val="00ED14AE"/>
    <w:rsid w:val="00ED4F65"/>
    <w:rsid w:val="00EF0F68"/>
    <w:rsid w:val="00EF592D"/>
    <w:rsid w:val="00F3037C"/>
    <w:rsid w:val="00F329AE"/>
    <w:rsid w:val="00F364F8"/>
    <w:rsid w:val="00F47DA9"/>
    <w:rsid w:val="00F61F80"/>
    <w:rsid w:val="00F63415"/>
    <w:rsid w:val="00F64CFF"/>
    <w:rsid w:val="00F73BF0"/>
    <w:rsid w:val="00F74171"/>
    <w:rsid w:val="00F968DF"/>
    <w:rsid w:val="00FA1CC3"/>
    <w:rsid w:val="00FA4C1D"/>
    <w:rsid w:val="00FB0FDE"/>
    <w:rsid w:val="00FC290E"/>
    <w:rsid w:val="00FC6D85"/>
    <w:rsid w:val="00FD1837"/>
    <w:rsid w:val="00FD2A1D"/>
    <w:rsid w:val="00FE2146"/>
    <w:rsid w:val="00FF5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AEF91"/>
  <w15:docId w15:val="{EAF9BDC9-3F90-4FDA-829C-879150BE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58BA"/>
    <w:pPr>
      <w:spacing w:line="240" w:lineRule="atLeast"/>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D27BA"/>
    <w:pPr>
      <w:tabs>
        <w:tab w:val="center" w:pos="4536"/>
        <w:tab w:val="right" w:pos="9072"/>
      </w:tabs>
    </w:pPr>
  </w:style>
  <w:style w:type="paragraph" w:styleId="Pieddepage">
    <w:name w:val="footer"/>
    <w:basedOn w:val="Normal"/>
    <w:link w:val="PieddepageCar"/>
    <w:uiPriority w:val="99"/>
    <w:rsid w:val="008D27BA"/>
    <w:pPr>
      <w:tabs>
        <w:tab w:val="center" w:pos="4536"/>
        <w:tab w:val="right" w:pos="9072"/>
      </w:tabs>
    </w:pPr>
  </w:style>
  <w:style w:type="paragraph" w:customStyle="1" w:styleId="m-BlocTitre">
    <w:name w:val="m-BlocTitre"/>
    <w:basedOn w:val="Normal"/>
    <w:rsid w:val="008D27BA"/>
    <w:pPr>
      <w:jc w:val="center"/>
    </w:pPr>
    <w:rPr>
      <w:rFonts w:ascii="Liberation Serif" w:hAnsi="Liberation Serif" w:cs="Liberation Serif"/>
      <w:color w:val="999999"/>
      <w:w w:val="93"/>
      <w:sz w:val="22"/>
      <w:szCs w:val="22"/>
    </w:rPr>
  </w:style>
  <w:style w:type="paragraph" w:customStyle="1" w:styleId="m-BlocEntete">
    <w:name w:val="m-BlocEntete"/>
    <w:basedOn w:val="Normal"/>
    <w:rsid w:val="008D27BA"/>
    <w:pPr>
      <w:jc w:val="both"/>
    </w:pPr>
    <w:rPr>
      <w:rFonts w:ascii="Liberation Serif" w:hAnsi="Liberation Serif" w:cs="Liberation Serif"/>
      <w:i/>
      <w:iCs/>
      <w:szCs w:val="20"/>
    </w:rPr>
  </w:style>
  <w:style w:type="paragraph" w:customStyle="1" w:styleId="m-BlocEmetteur">
    <w:name w:val="m-BlocEmetteur"/>
    <w:basedOn w:val="Normal"/>
    <w:rsid w:val="008D27BA"/>
    <w:pPr>
      <w:jc w:val="both"/>
    </w:pPr>
    <w:rPr>
      <w:rFonts w:ascii="Liberation Serif" w:hAnsi="Liberation Serif" w:cs="Liberation Serif"/>
      <w:i/>
      <w:iCs/>
      <w:w w:val="93"/>
      <w:sz w:val="18"/>
      <w:szCs w:val="18"/>
    </w:rPr>
  </w:style>
  <w:style w:type="paragraph" w:customStyle="1" w:styleId="m-BlocReference">
    <w:name w:val="m-BlocReference"/>
    <w:basedOn w:val="Normal"/>
    <w:rsid w:val="008D27BA"/>
    <w:pPr>
      <w:jc w:val="both"/>
    </w:pPr>
    <w:rPr>
      <w:rFonts w:ascii="Liberation Sans" w:eastAsia="Arial Unicode MS" w:hAnsi="Liberation Sans" w:cs="Liberation Sans"/>
      <w:w w:val="88"/>
      <w:sz w:val="16"/>
      <w:szCs w:val="16"/>
    </w:rPr>
  </w:style>
  <w:style w:type="paragraph" w:customStyle="1" w:styleId="m-BlocReference2">
    <w:name w:val="m-BlocReference2"/>
    <w:basedOn w:val="m-BlocReference"/>
    <w:rsid w:val="008D27BA"/>
    <w:pPr>
      <w:spacing w:after="102"/>
    </w:pPr>
  </w:style>
  <w:style w:type="paragraph" w:customStyle="1" w:styleId="m-siteweb">
    <w:name w:val="m-site web"/>
    <w:basedOn w:val="Normal"/>
    <w:rsid w:val="008D27BA"/>
    <w:pPr>
      <w:spacing w:after="260"/>
      <w:jc w:val="both"/>
    </w:pPr>
    <w:rPr>
      <w:rFonts w:ascii="Liberation Sans" w:hAnsi="Liberation Sans" w:cs="Liberation Sans"/>
      <w:i/>
      <w:iCs/>
      <w:w w:val="93"/>
      <w:sz w:val="13"/>
      <w:szCs w:val="13"/>
    </w:rPr>
  </w:style>
  <w:style w:type="paragraph" w:customStyle="1" w:styleId="Contenudetableau">
    <w:name w:val="Contenu de tableau"/>
    <w:basedOn w:val="Corpsdetexte"/>
    <w:rsid w:val="008D27BA"/>
    <w:pPr>
      <w:suppressLineNumbers/>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customStyle="1" w:styleId="Contenuducadre">
    <w:name w:val="Contenu du cadre"/>
    <w:basedOn w:val="Corpsdetexte"/>
    <w:rsid w:val="008D27BA"/>
    <w:pPr>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styleId="Corpsdetexte">
    <w:name w:val="Body Text"/>
    <w:basedOn w:val="Normal"/>
    <w:rsid w:val="008D27BA"/>
    <w:pPr>
      <w:spacing w:after="120"/>
    </w:pPr>
  </w:style>
  <w:style w:type="paragraph" w:customStyle="1" w:styleId="m-adresse">
    <w:name w:val="m-adresse"/>
    <w:basedOn w:val="Normal"/>
    <w:rsid w:val="00B172C2"/>
    <w:pPr>
      <w:jc w:val="right"/>
    </w:pPr>
    <w:rPr>
      <w:rFonts w:ascii="Liberation Sans" w:hAnsi="Liberation Sans" w:cs="Liberation Sans"/>
      <w:w w:val="93"/>
      <w:sz w:val="14"/>
      <w:szCs w:val="14"/>
    </w:rPr>
  </w:style>
  <w:style w:type="paragraph" w:customStyle="1" w:styleId="m-BlocDate">
    <w:name w:val="m-BlocDate"/>
    <w:basedOn w:val="Normal"/>
    <w:rsid w:val="00D129D1"/>
    <w:pPr>
      <w:spacing w:after="260"/>
      <w:jc w:val="both"/>
    </w:pPr>
    <w:rPr>
      <w:rFonts w:ascii="Liberation Sans" w:hAnsi="Liberation Sans" w:cs="Liberation Sans"/>
      <w:szCs w:val="20"/>
    </w:rPr>
  </w:style>
  <w:style w:type="paragraph" w:customStyle="1" w:styleId="m-BlocDestinataire">
    <w:name w:val="m-BlocDestinataire"/>
    <w:basedOn w:val="Normal"/>
    <w:rsid w:val="00D129D1"/>
    <w:pPr>
      <w:jc w:val="both"/>
    </w:pPr>
    <w:rPr>
      <w:rFonts w:ascii="Liberation Sans" w:hAnsi="Liberation Sans" w:cs="Liberation Sans"/>
      <w:w w:val="93"/>
      <w:szCs w:val="20"/>
    </w:rPr>
  </w:style>
  <w:style w:type="paragraph" w:customStyle="1" w:styleId="m-InterTitre1">
    <w:name w:val="m-InterTitre1"/>
    <w:basedOn w:val="Normal"/>
    <w:next w:val="Normal"/>
    <w:rsid w:val="00B06134"/>
    <w:pPr>
      <w:spacing w:after="260"/>
    </w:pPr>
    <w:rPr>
      <w:rFonts w:ascii="Liberation Sans" w:hAnsi="Liberation Sans" w:cs="Liberation Sans"/>
      <w:b/>
      <w:bCs/>
      <w:w w:val="93"/>
    </w:rPr>
  </w:style>
  <w:style w:type="paragraph" w:customStyle="1" w:styleId="m-InterTitre2">
    <w:name w:val="m-InterTitre2"/>
    <w:basedOn w:val="Normal"/>
    <w:next w:val="Normal"/>
    <w:rsid w:val="00B06134"/>
    <w:pPr>
      <w:spacing w:after="260"/>
    </w:pPr>
    <w:rPr>
      <w:rFonts w:ascii="Liberation Sans" w:hAnsi="Liberation Sans" w:cs="Liberation Sans"/>
      <w:i/>
      <w:iCs/>
      <w:w w:val="93"/>
      <w:sz w:val="22"/>
      <w:szCs w:val="22"/>
    </w:rPr>
  </w:style>
  <w:style w:type="paragraph" w:customStyle="1" w:styleId="m-corpstexte">
    <w:name w:val="m-corps texte"/>
    <w:basedOn w:val="Normal"/>
    <w:rsid w:val="00B06134"/>
    <w:pPr>
      <w:spacing w:after="260"/>
      <w:jc w:val="both"/>
    </w:pPr>
    <w:rPr>
      <w:rFonts w:ascii="Liberation Sans" w:hAnsi="Liberation Sans" w:cs="Liberation Sans"/>
      <w:w w:val="93"/>
      <w:szCs w:val="20"/>
    </w:rPr>
  </w:style>
  <w:style w:type="paragraph" w:styleId="Corpsdetexte3">
    <w:name w:val="Body Text 3"/>
    <w:basedOn w:val="Normal"/>
    <w:rsid w:val="007215CA"/>
    <w:pPr>
      <w:spacing w:after="120"/>
    </w:pPr>
    <w:rPr>
      <w:sz w:val="16"/>
      <w:szCs w:val="16"/>
    </w:rPr>
  </w:style>
  <w:style w:type="paragraph" w:styleId="Textedebulles">
    <w:name w:val="Balloon Text"/>
    <w:basedOn w:val="Normal"/>
    <w:semiHidden/>
    <w:rsid w:val="0042051A"/>
    <w:rPr>
      <w:rFonts w:ascii="Tahoma" w:hAnsi="Tahoma" w:cs="Tahoma"/>
      <w:sz w:val="16"/>
      <w:szCs w:val="16"/>
    </w:rPr>
  </w:style>
  <w:style w:type="character" w:styleId="Marquedecommentaire">
    <w:name w:val="annotation reference"/>
    <w:basedOn w:val="Policepardfaut"/>
    <w:semiHidden/>
    <w:rsid w:val="001B4AE0"/>
    <w:rPr>
      <w:sz w:val="16"/>
      <w:szCs w:val="16"/>
    </w:rPr>
  </w:style>
  <w:style w:type="paragraph" w:styleId="Commentaire">
    <w:name w:val="annotation text"/>
    <w:basedOn w:val="Normal"/>
    <w:semiHidden/>
    <w:rsid w:val="001B4AE0"/>
    <w:rPr>
      <w:szCs w:val="20"/>
    </w:rPr>
  </w:style>
  <w:style w:type="paragraph" w:styleId="Objetducommentaire">
    <w:name w:val="annotation subject"/>
    <w:basedOn w:val="Commentaire"/>
    <w:next w:val="Commentaire"/>
    <w:semiHidden/>
    <w:rsid w:val="001B4AE0"/>
    <w:rPr>
      <w:b/>
      <w:bCs/>
    </w:rPr>
  </w:style>
  <w:style w:type="character" w:customStyle="1" w:styleId="En-tteCar">
    <w:name w:val="En-tête Car"/>
    <w:link w:val="En-tte"/>
    <w:rsid w:val="001F0514"/>
    <w:rPr>
      <w:sz w:val="24"/>
      <w:szCs w:val="24"/>
    </w:rPr>
  </w:style>
  <w:style w:type="character" w:customStyle="1" w:styleId="WW8Num3z1">
    <w:name w:val="WW8Num3z1"/>
    <w:rsid w:val="003F23F7"/>
    <w:rPr>
      <w:rFonts w:ascii="Courier New" w:hAnsi="Courier New" w:cs="Courier New"/>
    </w:rPr>
  </w:style>
  <w:style w:type="paragraph" w:styleId="Paragraphedeliste">
    <w:name w:val="List Paragraph"/>
    <w:basedOn w:val="Normal"/>
    <w:uiPriority w:val="34"/>
    <w:qFormat/>
    <w:rsid w:val="008C58BA"/>
    <w:pPr>
      <w:ind w:left="720"/>
      <w:contextualSpacing/>
    </w:pPr>
  </w:style>
  <w:style w:type="character" w:styleId="Lienhypertexte">
    <w:name w:val="Hyperlink"/>
    <w:basedOn w:val="Policepardfaut"/>
    <w:rsid w:val="00F61F80"/>
    <w:rPr>
      <w:color w:val="0000FF" w:themeColor="hyperlink"/>
      <w:u w:val="single"/>
    </w:rPr>
  </w:style>
  <w:style w:type="paragraph" w:customStyle="1" w:styleId="Default">
    <w:name w:val="Default"/>
    <w:rsid w:val="0035593C"/>
    <w:pPr>
      <w:autoSpaceDE w:val="0"/>
      <w:autoSpaceDN w:val="0"/>
      <w:adjustRightInd w:val="0"/>
    </w:pPr>
    <w:rPr>
      <w:rFonts w:ascii="Calibri" w:hAnsi="Calibri" w:cs="Calibri"/>
      <w:color w:val="000000"/>
      <w:sz w:val="24"/>
      <w:szCs w:val="24"/>
    </w:rPr>
  </w:style>
  <w:style w:type="character" w:customStyle="1" w:styleId="PieddepageCar">
    <w:name w:val="Pied de page Car"/>
    <w:basedOn w:val="Policepardfaut"/>
    <w:link w:val="Pieddepage"/>
    <w:uiPriority w:val="99"/>
    <w:rsid w:val="006E6047"/>
    <w:rPr>
      <w:szCs w:val="24"/>
    </w:rPr>
  </w:style>
  <w:style w:type="paragraph" w:styleId="Rvision">
    <w:name w:val="Revision"/>
    <w:hidden/>
    <w:uiPriority w:val="99"/>
    <w:semiHidden/>
    <w:rsid w:val="009D3C4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gnot\Application%20Data\Microsoft\Mod&#232;les\lettre%20ent&#234;te%208-7-9.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lettre entête 8-7-9.dot</Template>
  <TotalTime>1</TotalTime>
  <Pages>1</Pages>
  <Words>273</Words>
  <Characters>1505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Vivamus suscipit nisl</vt:lpstr>
    </vt:vector>
  </TitlesOfParts>
  <Company>DO</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Vivamus suscipit nisl</dc:title>
  <dc:creator>Mignot</dc:creator>
  <cp:lastModifiedBy>Elodie Gilibert</cp:lastModifiedBy>
  <cp:revision>2</cp:revision>
  <cp:lastPrinted>2021-05-19T09:31:00Z</cp:lastPrinted>
  <dcterms:created xsi:type="dcterms:W3CDTF">2025-06-12T14:17:00Z</dcterms:created>
  <dcterms:modified xsi:type="dcterms:W3CDTF">2025-06-12T14:17:00Z</dcterms:modified>
</cp:coreProperties>
</file>